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F8A487-2F5A-4B48-93B3-B496CB944F83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